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58BD9-0BF6-4651-8969-5CE0E8CEFCC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